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7B97">
        <w:rPr>
          <w:rFonts w:ascii="Arial" w:hAnsi="Arial" w:cs="Arial"/>
          <w:b/>
          <w:caps/>
          <w:sz w:val="28"/>
          <w:szCs w:val="28"/>
        </w:rPr>
        <w:t>1798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B7B9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7B97">
              <w:rPr>
                <w:rFonts w:ascii="Arial" w:hAnsi="Arial" w:cs="Arial"/>
                <w:sz w:val="20"/>
                <w:szCs w:val="20"/>
              </w:rPr>
              <w:t>Solicita manutenção da calçada do EducaMais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B7B97">
        <w:rPr>
          <w:rFonts w:ascii="Arial" w:hAnsi="Arial" w:cs="Arial"/>
        </w:rPr>
        <w:t>à</w:t>
      </w:r>
      <w:r w:rsidR="006B7B97" w:rsidRPr="006B7B97">
        <w:rPr>
          <w:rFonts w:ascii="Arial" w:hAnsi="Arial" w:cs="Arial"/>
        </w:rPr>
        <w:t xml:space="preserve"> manutenção da calçada do EducaMais São João</w:t>
      </w:r>
      <w:r w:rsidR="006B7B97">
        <w:rPr>
          <w:rFonts w:ascii="Arial" w:hAnsi="Arial" w:cs="Arial"/>
        </w:rPr>
        <w:t>, na região de esquina da Avenida São João com a Rua Chiquinha Schurig</w:t>
      </w:r>
      <w:r w:rsidR="006B7B97" w:rsidRPr="006B7B97">
        <w:rPr>
          <w:rFonts w:ascii="Arial" w:hAnsi="Arial" w:cs="Arial"/>
        </w:rPr>
        <w:t>.</w:t>
      </w:r>
    </w:p>
    <w:p w:rsidR="006B7B97" w:rsidRDefault="006B7B97" w:rsidP="006B7B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7B97">
        <w:rPr>
          <w:rFonts w:ascii="Arial" w:hAnsi="Arial" w:cs="Arial"/>
        </w:rPr>
        <w:t>Esclarecemos que a nossa indicação objetiva unicamente proporcionar uma maior mobilidade e segurança aos pedestres, deficientes visuais, cadeirantes, idosos e gestantes que</w:t>
      </w:r>
      <w:r>
        <w:rPr>
          <w:rFonts w:ascii="Arial" w:hAnsi="Arial" w:cs="Arial"/>
        </w:rPr>
        <w:t xml:space="preserve"> utilizam o passeio público em questão.</w:t>
      </w:r>
      <w:bookmarkStart w:id="0" w:name="_GoBack"/>
      <w:bookmarkEnd w:id="0"/>
    </w:p>
    <w:p w:rsidR="006B7B97" w:rsidRPr="006B7B97" w:rsidRDefault="006B7B97" w:rsidP="006B7B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6B7B97" w:rsidP="006B7B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7B97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6B7B97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B7B97">
        <w:rPr>
          <w:rFonts w:ascii="Arial" w:hAnsi="Arial" w:cs="Arial"/>
        </w:rPr>
        <w:t>15 de agosto de 2018.</w:t>
      </w:r>
    </w:p>
    <w:p w:rsidR="006B7B97" w:rsidRDefault="006B7B9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7B97" w:rsidRDefault="006B7B9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7B97" w:rsidRDefault="006B7B9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7B97" w:rsidRDefault="006B7B9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B7B97" w:rsidRPr="00A34F2C" w:rsidRDefault="006B7B9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B7B97" w:rsidRDefault="006B7B97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6B7B97" w:rsidRDefault="006B7B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B7B97" w:rsidRDefault="006B7B97" w:rsidP="006B7B97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1AB8B6B">
            <wp:extent cx="5958840" cy="34213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7B97" w:rsidRDefault="006B7B97" w:rsidP="006B7B97">
      <w:pPr>
        <w:pStyle w:val="Pr-Fotos"/>
      </w:pPr>
      <w:r>
        <w:rPr>
          <w:noProof/>
          <w:lang w:eastAsia="pt-BR"/>
        </w:rPr>
        <w:drawing>
          <wp:inline distT="0" distB="0" distL="0" distR="0" wp14:anchorId="685C3A5A">
            <wp:extent cx="5958840" cy="34213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7B97" w:rsidRPr="006B7B97" w:rsidRDefault="006B7B97" w:rsidP="006B7B97">
      <w:pPr>
        <w:pStyle w:val="Pr-Fotos"/>
        <w:rPr>
          <w:i/>
        </w:rPr>
      </w:pPr>
      <w:r w:rsidRPr="006B7B97">
        <w:rPr>
          <w:b/>
          <w:i/>
        </w:rPr>
        <w:t>FOTOS:</w:t>
      </w:r>
      <w:r w:rsidRPr="006B7B97">
        <w:rPr>
          <w:i/>
        </w:rPr>
        <w:t xml:space="preserve"> Calçada do EducaMais São João.</w:t>
      </w:r>
    </w:p>
    <w:sectPr w:rsidR="006B7B97" w:rsidRPr="006B7B9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1E7" w:rsidRDefault="006941E7">
      <w:r>
        <w:separator/>
      </w:r>
    </w:p>
  </w:endnote>
  <w:endnote w:type="continuationSeparator" w:id="0">
    <w:p w:rsidR="006941E7" w:rsidRDefault="0069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1E7" w:rsidRDefault="006941E7">
      <w:r>
        <w:separator/>
      </w:r>
    </w:p>
  </w:footnote>
  <w:footnote w:type="continuationSeparator" w:id="0">
    <w:p w:rsidR="006941E7" w:rsidRDefault="0069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7B97">
      <w:rPr>
        <w:rFonts w:ascii="Arial" w:hAnsi="Arial" w:cs="Arial"/>
        <w:b/>
        <w:sz w:val="20"/>
        <w:szCs w:val="20"/>
        <w:u w:val="single"/>
      </w:rPr>
      <w:t>1798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B7B97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5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5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41E7"/>
    <w:rsid w:val="006A370D"/>
    <w:rsid w:val="006B0B8E"/>
    <w:rsid w:val="006B7B97"/>
    <w:rsid w:val="006C59BC"/>
    <w:rsid w:val="006D516A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72940-5A83-4082-B49B-ED83D3A4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2018-08-13T19:09:00Z</cp:lastPrinted>
  <dcterms:created xsi:type="dcterms:W3CDTF">2018-08-13T19:09:00Z</dcterms:created>
  <dcterms:modified xsi:type="dcterms:W3CDTF">2018-08-13T19:09:00Z</dcterms:modified>
</cp:coreProperties>
</file>